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D3" w:rsidRDefault="001616D3" w:rsidP="00B325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16D3" w:rsidRPr="004F3ED1" w:rsidRDefault="001616D3" w:rsidP="00084116">
      <w:pPr>
        <w:widowControl w:val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4F3ED1">
        <w:rPr>
          <w:rFonts w:ascii="Times New Roman" w:hAnsi="Times New Roman"/>
          <w:sz w:val="28"/>
          <w:szCs w:val="24"/>
        </w:rPr>
        <w:t>ежило</w:t>
      </w:r>
      <w:r>
        <w:rPr>
          <w:rFonts w:ascii="Times New Roman" w:hAnsi="Times New Roman"/>
          <w:sz w:val="28"/>
          <w:szCs w:val="24"/>
        </w:rPr>
        <w:t>е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помещение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первого</w:t>
      </w:r>
      <w:r w:rsidRPr="00176DBD">
        <w:rPr>
          <w:rFonts w:ascii="Times New Roman" w:hAnsi="Times New Roman"/>
          <w:sz w:val="28"/>
          <w:szCs w:val="24"/>
        </w:rPr>
        <w:t xml:space="preserve"> этажа общей площадью </w:t>
      </w:r>
      <w:r>
        <w:rPr>
          <w:rFonts w:ascii="Times New Roman" w:hAnsi="Times New Roman"/>
          <w:sz w:val="28"/>
          <w:szCs w:val="24"/>
        </w:rPr>
        <w:t>12,6</w:t>
      </w:r>
      <w:r w:rsidRPr="0095190D">
        <w:rPr>
          <w:rFonts w:ascii="Times New Roman" w:hAnsi="Times New Roman"/>
          <w:sz w:val="28"/>
          <w:szCs w:val="24"/>
        </w:rPr>
        <w:t xml:space="preserve"> </w:t>
      </w:r>
      <w:r w:rsidRPr="00176DBD">
        <w:rPr>
          <w:rFonts w:ascii="Times New Roman" w:hAnsi="Times New Roman"/>
          <w:sz w:val="28"/>
          <w:szCs w:val="24"/>
        </w:rPr>
        <w:t xml:space="preserve"> кв.м, </w:t>
      </w:r>
      <w:r>
        <w:rPr>
          <w:rFonts w:ascii="Times New Roman" w:hAnsi="Times New Roman"/>
          <w:sz w:val="28"/>
          <w:szCs w:val="24"/>
        </w:rPr>
        <w:t xml:space="preserve">находящегося в жилом доме, </w:t>
      </w:r>
      <w:r w:rsidRPr="00176DBD">
        <w:rPr>
          <w:rFonts w:ascii="Times New Roman" w:hAnsi="Times New Roman"/>
          <w:sz w:val="28"/>
          <w:szCs w:val="24"/>
        </w:rPr>
        <w:t>расположенно</w:t>
      </w:r>
      <w:r>
        <w:rPr>
          <w:rFonts w:ascii="Times New Roman" w:hAnsi="Times New Roman"/>
          <w:sz w:val="28"/>
          <w:szCs w:val="24"/>
        </w:rPr>
        <w:t>м</w:t>
      </w:r>
      <w:r w:rsidRPr="00176DBD">
        <w:rPr>
          <w:rFonts w:ascii="Times New Roman" w:hAnsi="Times New Roman"/>
          <w:sz w:val="28"/>
          <w:szCs w:val="24"/>
        </w:rPr>
        <w:t xml:space="preserve"> по адресу: г.Выборг, </w:t>
      </w:r>
      <w:r>
        <w:rPr>
          <w:rFonts w:ascii="Times New Roman" w:hAnsi="Times New Roman"/>
          <w:sz w:val="28"/>
          <w:szCs w:val="24"/>
        </w:rPr>
        <w:t>ул. Приморская</w:t>
      </w:r>
      <w:r w:rsidRPr="00176DBD">
        <w:rPr>
          <w:rFonts w:ascii="Times New Roman" w:hAnsi="Times New Roman"/>
          <w:sz w:val="28"/>
          <w:szCs w:val="24"/>
        </w:rPr>
        <w:t>, д</w:t>
      </w:r>
      <w:r>
        <w:rPr>
          <w:rFonts w:ascii="Times New Roman" w:hAnsi="Times New Roman"/>
          <w:sz w:val="28"/>
          <w:szCs w:val="24"/>
        </w:rPr>
        <w:t>ом 17. С</w:t>
      </w:r>
      <w:r w:rsidRPr="004F3ED1">
        <w:rPr>
          <w:rFonts w:ascii="Times New Roman" w:hAnsi="Times New Roman"/>
          <w:sz w:val="28"/>
          <w:szCs w:val="24"/>
        </w:rPr>
        <w:t xml:space="preserve">обственность </w:t>
      </w:r>
      <w:r>
        <w:rPr>
          <w:rFonts w:ascii="Times New Roman" w:hAnsi="Times New Roman"/>
          <w:sz w:val="28"/>
          <w:szCs w:val="24"/>
        </w:rPr>
        <w:t xml:space="preserve">муниципального образования </w:t>
      </w:r>
      <w:r w:rsidRPr="004F3ED1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Город Выборг»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Выборгского района </w:t>
      </w:r>
      <w:r w:rsidRPr="004F3ED1">
        <w:rPr>
          <w:rFonts w:ascii="Times New Roman" w:hAnsi="Times New Roman"/>
          <w:sz w:val="28"/>
          <w:szCs w:val="24"/>
        </w:rPr>
        <w:t>Ленинградской области.</w:t>
      </w:r>
    </w:p>
    <w:p w:rsidR="001616D3" w:rsidRDefault="001616D3" w:rsidP="00084116">
      <w:pPr>
        <w:spacing w:line="360" w:lineRule="auto"/>
        <w:ind w:right="16" w:firstLine="42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Помещение находится в удовлетворительном состоянии, следов протечек нет, мусор вывезен. Помещение оснащено центральным отоплением и электричеством, горячее холодное водоснабжение и канализация имеются.</w:t>
      </w:r>
    </w:p>
    <w:p w:rsidR="001616D3" w:rsidRDefault="001616D3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1616D3" w:rsidRDefault="001616D3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1616D3" w:rsidRDefault="001616D3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1616D3" w:rsidRDefault="001616D3" w:rsidP="00C25A6F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sectPr w:rsidR="001616D3" w:rsidSect="00C25A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91E"/>
    <w:rsid w:val="00027648"/>
    <w:rsid w:val="00063948"/>
    <w:rsid w:val="00084116"/>
    <w:rsid w:val="000E44C1"/>
    <w:rsid w:val="001616D3"/>
    <w:rsid w:val="00174717"/>
    <w:rsid w:val="00176DBD"/>
    <w:rsid w:val="001C0686"/>
    <w:rsid w:val="001D7304"/>
    <w:rsid w:val="001F1A7A"/>
    <w:rsid w:val="00244887"/>
    <w:rsid w:val="002A5D90"/>
    <w:rsid w:val="00356063"/>
    <w:rsid w:val="0036718B"/>
    <w:rsid w:val="003821EE"/>
    <w:rsid w:val="003A536C"/>
    <w:rsid w:val="003F26A9"/>
    <w:rsid w:val="004D579E"/>
    <w:rsid w:val="004F3ED1"/>
    <w:rsid w:val="005849A2"/>
    <w:rsid w:val="0059438D"/>
    <w:rsid w:val="005A3609"/>
    <w:rsid w:val="005C0294"/>
    <w:rsid w:val="00647338"/>
    <w:rsid w:val="00723AA5"/>
    <w:rsid w:val="007E1CE1"/>
    <w:rsid w:val="0090191E"/>
    <w:rsid w:val="00936EB6"/>
    <w:rsid w:val="0095190D"/>
    <w:rsid w:val="009878C9"/>
    <w:rsid w:val="009A2A04"/>
    <w:rsid w:val="00A314B2"/>
    <w:rsid w:val="00A460A1"/>
    <w:rsid w:val="00A60C88"/>
    <w:rsid w:val="00A82A88"/>
    <w:rsid w:val="00B32574"/>
    <w:rsid w:val="00B71C7C"/>
    <w:rsid w:val="00C25A6F"/>
    <w:rsid w:val="00C33575"/>
    <w:rsid w:val="00C700D4"/>
    <w:rsid w:val="00CB79B3"/>
    <w:rsid w:val="00D117FD"/>
    <w:rsid w:val="00D41BB0"/>
    <w:rsid w:val="00D6378F"/>
    <w:rsid w:val="00F60172"/>
    <w:rsid w:val="00F634FF"/>
    <w:rsid w:val="00F75AA5"/>
    <w:rsid w:val="00FC7E01"/>
    <w:rsid w:val="00FC7E91"/>
    <w:rsid w:val="00FE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30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36718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6718B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93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67</Words>
  <Characters>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Черкашина</dc:creator>
  <cp:keywords/>
  <dc:description/>
  <cp:lastModifiedBy>user</cp:lastModifiedBy>
  <cp:revision>10</cp:revision>
  <cp:lastPrinted>2016-11-10T14:35:00Z</cp:lastPrinted>
  <dcterms:created xsi:type="dcterms:W3CDTF">2016-11-22T13:41:00Z</dcterms:created>
  <dcterms:modified xsi:type="dcterms:W3CDTF">2019-03-04T11:03:00Z</dcterms:modified>
</cp:coreProperties>
</file>