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B61" w:rsidRPr="00DC0182" w:rsidRDefault="000C1B61" w:rsidP="0044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B61" w:rsidRDefault="000C1B61" w:rsidP="0044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C1B61" w:rsidRDefault="000C1B61" w:rsidP="0044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B61" w:rsidRDefault="000C1B61" w:rsidP="0044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B61" w:rsidRDefault="000C1B61" w:rsidP="0044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B61" w:rsidRDefault="000C1B61" w:rsidP="0044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B61" w:rsidRDefault="000C1B61" w:rsidP="0044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B61" w:rsidRDefault="000C1B61" w:rsidP="0044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B61" w:rsidRDefault="000C1B61" w:rsidP="0044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B61" w:rsidRPr="00445E8B" w:rsidRDefault="000C1B61" w:rsidP="00445E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14.02.2013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90</w:t>
      </w:r>
    </w:p>
    <w:p w:rsidR="000C1B61" w:rsidRDefault="000C1B61" w:rsidP="00445E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1B61" w:rsidRDefault="000C1B61" w:rsidP="00445E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1B61" w:rsidRPr="00FE3B06" w:rsidRDefault="000C1B61" w:rsidP="00445E8B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О закреплении за собственниками помещений </w:t>
      </w:r>
    </w:p>
    <w:p w:rsidR="000C1B61" w:rsidRPr="00FE3B06" w:rsidRDefault="000C1B61" w:rsidP="00445E8B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FE3B06">
        <w:rPr>
          <w:rFonts w:ascii="Times New Roman" w:hAnsi="Times New Roman" w:cs="Times New Roman"/>
        </w:rPr>
        <w:t>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</w:p>
    <w:p w:rsidR="000C1B61" w:rsidRDefault="000C1B61" w:rsidP="00445E8B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Приморское  шоссе,  д. 36 </w:t>
      </w:r>
      <w:r w:rsidRPr="00FE3B06">
        <w:rPr>
          <w:rFonts w:ascii="Times New Roman" w:hAnsi="Times New Roman" w:cs="Times New Roman"/>
        </w:rPr>
        <w:t xml:space="preserve"> территории 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для </w:t>
      </w:r>
    </w:p>
    <w:p w:rsidR="000C1B61" w:rsidRPr="00FE3B06" w:rsidRDefault="000C1B61" w:rsidP="00445E8B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содержания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>и санитарной очистки</w:t>
      </w:r>
    </w:p>
    <w:p w:rsidR="000C1B61" w:rsidRDefault="000C1B61" w:rsidP="00445E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C1B61" w:rsidRDefault="000C1B61" w:rsidP="00445E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C1B61" w:rsidRPr="00FE3B06" w:rsidRDefault="000C1B61" w:rsidP="00445E8B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Во исполнение </w:t>
      </w:r>
      <w:r>
        <w:rPr>
          <w:rFonts w:ascii="Times New Roman" w:hAnsi="Times New Roman" w:cs="Times New Roman"/>
        </w:rPr>
        <w:t>р</w:t>
      </w:r>
      <w:r w:rsidRPr="00FE3B06">
        <w:rPr>
          <w:rFonts w:ascii="Times New Roman" w:hAnsi="Times New Roman" w:cs="Times New Roman"/>
        </w:rPr>
        <w:t xml:space="preserve">ешения совета депутатов муниципального образования «Выборгское городское поселение» Выборгского района Ленинградской области от 22 сентября 2009 года </w:t>
      </w:r>
      <w:r>
        <w:rPr>
          <w:rFonts w:ascii="Times New Roman" w:hAnsi="Times New Roman" w:cs="Times New Roman"/>
        </w:rPr>
        <w:t xml:space="preserve">        </w:t>
      </w:r>
      <w:r w:rsidRPr="00FE3B06">
        <w:rPr>
          <w:rFonts w:ascii="Times New Roman" w:hAnsi="Times New Roman" w:cs="Times New Roman"/>
        </w:rPr>
        <w:t>№ 345 «Об утверждении Правил содержания и обеспечения санитарного состояния территории муниципального  образования «Выборгское городское поселение» Выборгского района Ленинградской области», в целях обеспечения чистоты, порядка, должного санитарного состояния и благоустройства территории города Выборга администрация муниципального образования «Город Выборг» Выборгского района Ленинградской области</w:t>
      </w:r>
    </w:p>
    <w:p w:rsidR="000C1B61" w:rsidRDefault="000C1B61" w:rsidP="00445E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C1B61" w:rsidRDefault="000C1B61" w:rsidP="0014153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>ПОСТАНОВЛЯЕТ:</w:t>
      </w:r>
    </w:p>
    <w:p w:rsidR="000C1B61" w:rsidRPr="00FE3B06" w:rsidRDefault="000C1B61" w:rsidP="00141538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0C1B61" w:rsidRPr="00FE3B06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>1. Закрепить для содержания и санитарной очистки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Приморское шоссе, д. 36 </w:t>
      </w:r>
      <w:r w:rsidRPr="00FE3B06">
        <w:rPr>
          <w:rFonts w:ascii="Times New Roman" w:hAnsi="Times New Roman" w:cs="Times New Roman"/>
        </w:rPr>
        <w:t>территорию в границах согласно приложению.</w:t>
      </w:r>
    </w:p>
    <w:p w:rsidR="000C1B61" w:rsidRPr="00FE3B06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>2. Отдел</w:t>
      </w:r>
      <w:r>
        <w:rPr>
          <w:rFonts w:ascii="Times New Roman" w:hAnsi="Times New Roman" w:cs="Times New Roman"/>
        </w:rPr>
        <w:t>у</w:t>
      </w:r>
      <w:r w:rsidRPr="00FE3B06">
        <w:rPr>
          <w:rFonts w:ascii="Times New Roman" w:hAnsi="Times New Roman" w:cs="Times New Roman"/>
        </w:rPr>
        <w:t xml:space="preserve"> благоустройств</w:t>
      </w:r>
      <w:r>
        <w:rPr>
          <w:rFonts w:ascii="Times New Roman" w:hAnsi="Times New Roman" w:cs="Times New Roman"/>
        </w:rPr>
        <w:t>а</w:t>
      </w:r>
      <w:r w:rsidRPr="00FE3B06">
        <w:rPr>
          <w:rFonts w:ascii="Times New Roman" w:hAnsi="Times New Roman" w:cs="Times New Roman"/>
        </w:rPr>
        <w:t xml:space="preserve"> и транспорт</w:t>
      </w:r>
      <w:r>
        <w:rPr>
          <w:rFonts w:ascii="Times New Roman" w:hAnsi="Times New Roman" w:cs="Times New Roman"/>
        </w:rPr>
        <w:t>а</w:t>
      </w:r>
      <w:r w:rsidRPr="00FE3B06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 xml:space="preserve">отделу </w:t>
      </w:r>
      <w:r w:rsidRPr="00FE3B06"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</w:rPr>
        <w:t>ЖКХ</w:t>
      </w:r>
      <w:r w:rsidRPr="00FE3B06">
        <w:rPr>
          <w:rFonts w:ascii="Times New Roman" w:hAnsi="Times New Roman" w:cs="Times New Roman"/>
        </w:rPr>
        <w:t xml:space="preserve"> администрации МО «Город Выборг» Выборгского района Ленинградской области:</w:t>
      </w:r>
    </w:p>
    <w:p w:rsidR="000C1B61" w:rsidRPr="00FE3B06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2.1. </w:t>
      </w:r>
      <w:r>
        <w:rPr>
          <w:rFonts w:ascii="Times New Roman" w:hAnsi="Times New Roman" w:cs="Times New Roman"/>
        </w:rPr>
        <w:t>о</w:t>
      </w:r>
      <w:r w:rsidRPr="00FE3B06">
        <w:rPr>
          <w:rFonts w:ascii="Times New Roman" w:hAnsi="Times New Roman" w:cs="Times New Roman"/>
        </w:rPr>
        <w:t xml:space="preserve">существлять постоянный контроль </w:t>
      </w:r>
      <w:r>
        <w:rPr>
          <w:rFonts w:ascii="Times New Roman" w:hAnsi="Times New Roman" w:cs="Times New Roman"/>
        </w:rPr>
        <w:t>над</w:t>
      </w:r>
      <w:r w:rsidRPr="00FE3B06">
        <w:rPr>
          <w:rFonts w:ascii="Times New Roman" w:hAnsi="Times New Roman" w:cs="Times New Roman"/>
        </w:rPr>
        <w:t xml:space="preserve"> качеством и своевременным проведением уборки и надлежащим санитарным содержанием территории, закрепленной за собственниками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>Приморское шоссе, д. 36</w:t>
      </w:r>
      <w:r w:rsidRPr="00FE3B06">
        <w:rPr>
          <w:rFonts w:ascii="Times New Roman" w:hAnsi="Times New Roman" w:cs="Times New Roman"/>
        </w:rPr>
        <w:t>;</w:t>
      </w:r>
    </w:p>
    <w:p w:rsidR="000C1B61" w:rsidRPr="00FE3B06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2.2. </w:t>
      </w:r>
      <w:r>
        <w:rPr>
          <w:rFonts w:ascii="Times New Roman" w:hAnsi="Times New Roman" w:cs="Times New Roman"/>
        </w:rPr>
        <w:t>в</w:t>
      </w:r>
      <w:r w:rsidRPr="00FE3B06">
        <w:rPr>
          <w:rFonts w:ascii="Times New Roman" w:hAnsi="Times New Roman" w:cs="Times New Roman"/>
        </w:rPr>
        <w:t xml:space="preserve"> случае выявления фактов несоблюдения установленных требований и сроков проведения работ привлекать ответственных лиц к административной ответственности в соответствии с действующим законодательством.</w:t>
      </w:r>
    </w:p>
    <w:p w:rsidR="000C1B61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ab/>
        <w:t xml:space="preserve">3. Предложить </w:t>
      </w:r>
      <w:r>
        <w:rPr>
          <w:rFonts w:ascii="Times New Roman" w:hAnsi="Times New Roman" w:cs="Times New Roman"/>
        </w:rPr>
        <w:t xml:space="preserve">ТСЖ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Южное-2</w:t>
      </w:r>
      <w:r w:rsidRPr="00FE3B06">
        <w:rPr>
          <w:rFonts w:ascii="Times New Roman" w:hAnsi="Times New Roman" w:cs="Times New Roman"/>
        </w:rPr>
        <w:t>» довести до собственников помещений в многоквартирном доме по адресу: 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 xml:space="preserve">Выборг, </w:t>
      </w:r>
      <w:r>
        <w:rPr>
          <w:rFonts w:ascii="Times New Roman" w:hAnsi="Times New Roman" w:cs="Times New Roman"/>
        </w:rPr>
        <w:t xml:space="preserve">Приморское шоссе, д. 36 </w:t>
      </w:r>
      <w:r w:rsidRPr="00FE3B06">
        <w:rPr>
          <w:rFonts w:ascii="Times New Roman" w:hAnsi="Times New Roman" w:cs="Times New Roman"/>
        </w:rPr>
        <w:t xml:space="preserve"> требования Правил содержания и обеспечения санитарного состояния территории МО «Город Выборг», утвержденных </w:t>
      </w:r>
      <w:r>
        <w:rPr>
          <w:rFonts w:ascii="Times New Roman" w:hAnsi="Times New Roman" w:cs="Times New Roman"/>
        </w:rPr>
        <w:t>р</w:t>
      </w:r>
      <w:r w:rsidRPr="00FE3B06">
        <w:rPr>
          <w:rFonts w:ascii="Times New Roman" w:hAnsi="Times New Roman" w:cs="Times New Roman"/>
        </w:rPr>
        <w:t>ешением совета депутатов муниципального образования от 22 сентября 2009 года № 345, настояще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FE3B06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>е</w:t>
      </w:r>
      <w:r w:rsidRPr="00FE3B06">
        <w:rPr>
          <w:rFonts w:ascii="Times New Roman" w:hAnsi="Times New Roman" w:cs="Times New Roman"/>
        </w:rPr>
        <w:t xml:space="preserve">  и организовать их выполнение на </w:t>
      </w:r>
      <w:r>
        <w:rPr>
          <w:rFonts w:ascii="Times New Roman" w:hAnsi="Times New Roman" w:cs="Times New Roman"/>
        </w:rPr>
        <w:t xml:space="preserve">территории, </w:t>
      </w:r>
      <w:r w:rsidRPr="00FE3B06">
        <w:rPr>
          <w:rFonts w:ascii="Times New Roman" w:hAnsi="Times New Roman" w:cs="Times New Roman"/>
        </w:rPr>
        <w:t>закрепленной  за собственниками помещений в многоквартирном доме по адресу</w:t>
      </w:r>
      <w:r>
        <w:rPr>
          <w:rFonts w:ascii="Times New Roman" w:hAnsi="Times New Roman" w:cs="Times New Roman"/>
        </w:rPr>
        <w:t>:</w:t>
      </w:r>
      <w:r w:rsidRPr="00EC6E6A"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</w:t>
      </w:r>
      <w:r w:rsidRPr="00FE3B06">
        <w:rPr>
          <w:rFonts w:ascii="Times New Roman" w:hAnsi="Times New Roman" w:cs="Times New Roman"/>
        </w:rPr>
        <w:t>Выборг,</w:t>
      </w:r>
      <w:r>
        <w:rPr>
          <w:rFonts w:ascii="Times New Roman" w:hAnsi="Times New Roman" w:cs="Times New Roman"/>
        </w:rPr>
        <w:t xml:space="preserve"> Приморское шоссе,  д. 36</w:t>
      </w:r>
      <w:r w:rsidRPr="00FE3B06">
        <w:rPr>
          <w:rFonts w:ascii="Times New Roman" w:hAnsi="Times New Roman" w:cs="Times New Roman"/>
        </w:rPr>
        <w:t xml:space="preserve">. </w:t>
      </w:r>
    </w:p>
    <w:p w:rsidR="000C1B61" w:rsidRPr="00FE3B06" w:rsidRDefault="000C1B61" w:rsidP="00141538">
      <w:pPr>
        <w:tabs>
          <w:tab w:val="left" w:pos="540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FE3B06">
        <w:rPr>
          <w:rFonts w:ascii="Times New Roman" w:hAnsi="Times New Roman" w:cs="Times New Roman"/>
        </w:rPr>
        <w:t xml:space="preserve">Контроль исполнения постановления возложить на заместителя </w:t>
      </w:r>
      <w:r>
        <w:rPr>
          <w:rFonts w:ascii="Times New Roman" w:hAnsi="Times New Roman" w:cs="Times New Roman"/>
        </w:rPr>
        <w:t>главы администрации А.А. Туркина</w:t>
      </w:r>
      <w:r w:rsidRPr="00FE3B06">
        <w:rPr>
          <w:rFonts w:ascii="Times New Roman" w:hAnsi="Times New Roman" w:cs="Times New Roman"/>
        </w:rPr>
        <w:t>.</w:t>
      </w:r>
    </w:p>
    <w:p w:rsidR="000C1B61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0C1B61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0C1B61" w:rsidRPr="00445E8B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0C1B61" w:rsidRPr="00FE3B06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Pr="00FE3B06">
        <w:rPr>
          <w:rFonts w:ascii="Times New Roman" w:hAnsi="Times New Roman" w:cs="Times New Roman"/>
        </w:rPr>
        <w:t>администрации</w:t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 w:rsidRPr="00FE3B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</w:t>
      </w:r>
      <w:r w:rsidRPr="00FE3B06">
        <w:rPr>
          <w:rFonts w:ascii="Times New Roman" w:hAnsi="Times New Roman" w:cs="Times New Roman"/>
        </w:rPr>
        <w:t>А.А.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Буянов</w:t>
      </w:r>
    </w:p>
    <w:p w:rsidR="000C1B61" w:rsidRPr="00FE3B06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C1B61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C1B61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C1B61" w:rsidRPr="00FE3B06" w:rsidRDefault="000C1B61" w:rsidP="0014153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E3B06">
        <w:rPr>
          <w:rFonts w:ascii="Times New Roman" w:hAnsi="Times New Roman" w:cs="Times New Roman"/>
        </w:rPr>
        <w:t xml:space="preserve">Разослано: дело, </w:t>
      </w:r>
      <w:r>
        <w:rPr>
          <w:rFonts w:ascii="Times New Roman" w:hAnsi="Times New Roman" w:cs="Times New Roman"/>
        </w:rPr>
        <w:t>ОБиТ</w:t>
      </w:r>
      <w:r w:rsidRPr="00FE3B06">
        <w:rPr>
          <w:rFonts w:ascii="Times New Roman" w:hAnsi="Times New Roman" w:cs="Times New Roman"/>
        </w:rPr>
        <w:t xml:space="preserve">, отдел по ЖКХ, </w:t>
      </w:r>
      <w:r>
        <w:rPr>
          <w:rFonts w:ascii="Times New Roman" w:hAnsi="Times New Roman" w:cs="Times New Roman"/>
        </w:rPr>
        <w:t xml:space="preserve">ОАО </w:t>
      </w:r>
      <w:r w:rsidRPr="00FE3B0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Управляющая компания по ЖКХ», ГИЦ</w:t>
      </w:r>
    </w:p>
    <w:sectPr w:rsidR="000C1B61" w:rsidRPr="00FE3B06" w:rsidSect="00445E8B">
      <w:pgSz w:w="11906" w:h="16838"/>
      <w:pgMar w:top="143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FB2"/>
    <w:rsid w:val="00047664"/>
    <w:rsid w:val="000733A2"/>
    <w:rsid w:val="000C1B61"/>
    <w:rsid w:val="00113BC6"/>
    <w:rsid w:val="00141538"/>
    <w:rsid w:val="00153D0B"/>
    <w:rsid w:val="0015768A"/>
    <w:rsid w:val="0017246E"/>
    <w:rsid w:val="00181883"/>
    <w:rsid w:val="001D5D85"/>
    <w:rsid w:val="001F05CB"/>
    <w:rsid w:val="00245056"/>
    <w:rsid w:val="00260B31"/>
    <w:rsid w:val="002A7FA0"/>
    <w:rsid w:val="002C785C"/>
    <w:rsid w:val="00335361"/>
    <w:rsid w:val="003411EF"/>
    <w:rsid w:val="003D4360"/>
    <w:rsid w:val="003F6FD9"/>
    <w:rsid w:val="00406B43"/>
    <w:rsid w:val="00407894"/>
    <w:rsid w:val="004226AF"/>
    <w:rsid w:val="00445E8B"/>
    <w:rsid w:val="00492627"/>
    <w:rsid w:val="004C71C1"/>
    <w:rsid w:val="004D59D1"/>
    <w:rsid w:val="004F1391"/>
    <w:rsid w:val="00506A8C"/>
    <w:rsid w:val="005234D5"/>
    <w:rsid w:val="0053278A"/>
    <w:rsid w:val="00561481"/>
    <w:rsid w:val="00587235"/>
    <w:rsid w:val="005A0630"/>
    <w:rsid w:val="005C3767"/>
    <w:rsid w:val="00612489"/>
    <w:rsid w:val="00626961"/>
    <w:rsid w:val="00721564"/>
    <w:rsid w:val="00722E1E"/>
    <w:rsid w:val="00786A0F"/>
    <w:rsid w:val="00797B22"/>
    <w:rsid w:val="007F391E"/>
    <w:rsid w:val="007F75EB"/>
    <w:rsid w:val="00800C8D"/>
    <w:rsid w:val="008011D5"/>
    <w:rsid w:val="00801D28"/>
    <w:rsid w:val="0082041E"/>
    <w:rsid w:val="00824A2E"/>
    <w:rsid w:val="00830627"/>
    <w:rsid w:val="00831CC3"/>
    <w:rsid w:val="008674B4"/>
    <w:rsid w:val="008C4E34"/>
    <w:rsid w:val="0096197C"/>
    <w:rsid w:val="0096207D"/>
    <w:rsid w:val="00984151"/>
    <w:rsid w:val="009B2534"/>
    <w:rsid w:val="009C4D5C"/>
    <w:rsid w:val="00A1123A"/>
    <w:rsid w:val="00A30781"/>
    <w:rsid w:val="00A7441B"/>
    <w:rsid w:val="00A91D4F"/>
    <w:rsid w:val="00AB7D60"/>
    <w:rsid w:val="00AC10BC"/>
    <w:rsid w:val="00AC374B"/>
    <w:rsid w:val="00AD489E"/>
    <w:rsid w:val="00B1207F"/>
    <w:rsid w:val="00B317A6"/>
    <w:rsid w:val="00B41FFB"/>
    <w:rsid w:val="00B42D20"/>
    <w:rsid w:val="00B84387"/>
    <w:rsid w:val="00BC0496"/>
    <w:rsid w:val="00BD0332"/>
    <w:rsid w:val="00BD4F8E"/>
    <w:rsid w:val="00C36880"/>
    <w:rsid w:val="00CC6A0B"/>
    <w:rsid w:val="00CC6CE2"/>
    <w:rsid w:val="00CD73DB"/>
    <w:rsid w:val="00D2154B"/>
    <w:rsid w:val="00D560C5"/>
    <w:rsid w:val="00D90FB2"/>
    <w:rsid w:val="00D935EC"/>
    <w:rsid w:val="00D97C28"/>
    <w:rsid w:val="00DC0182"/>
    <w:rsid w:val="00DD65D4"/>
    <w:rsid w:val="00DE546F"/>
    <w:rsid w:val="00E016BB"/>
    <w:rsid w:val="00E71FEB"/>
    <w:rsid w:val="00E7292D"/>
    <w:rsid w:val="00E7356B"/>
    <w:rsid w:val="00E87F50"/>
    <w:rsid w:val="00EB7F6D"/>
    <w:rsid w:val="00EC6E6A"/>
    <w:rsid w:val="00F40B36"/>
    <w:rsid w:val="00F514F2"/>
    <w:rsid w:val="00F53F3E"/>
    <w:rsid w:val="00F75377"/>
    <w:rsid w:val="00FB6624"/>
    <w:rsid w:val="00FC334D"/>
    <w:rsid w:val="00FC5CD0"/>
    <w:rsid w:val="00FE3B06"/>
    <w:rsid w:val="00FE4C5F"/>
    <w:rsid w:val="00FF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5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4F8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347</Words>
  <Characters>1982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</dc:creator>
  <cp:keywords/>
  <dc:description/>
  <cp:lastModifiedBy>galina</cp:lastModifiedBy>
  <cp:revision>12</cp:revision>
  <cp:lastPrinted>2012-11-27T12:39:00Z</cp:lastPrinted>
  <dcterms:created xsi:type="dcterms:W3CDTF">2012-11-27T12:33:00Z</dcterms:created>
  <dcterms:modified xsi:type="dcterms:W3CDTF">2013-02-14T06:06:00Z</dcterms:modified>
</cp:coreProperties>
</file>